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669"/>
        <w:gridCol w:w="1258"/>
        <w:gridCol w:w="1469"/>
        <w:gridCol w:w="1602"/>
      </w:tblGrid>
      <w:tr w:rsidR="0015565B" w:rsidRPr="00DF25B3" w:rsidTr="00781BFE">
        <w:trPr>
          <w:trHeight w:val="315"/>
          <w:jc w:val="center"/>
        </w:trPr>
        <w:tc>
          <w:tcPr>
            <w:tcW w:w="5382" w:type="dxa"/>
            <w:gridSpan w:val="2"/>
            <w:shd w:val="clear" w:color="auto" w:fill="auto"/>
            <w:noWrap/>
            <w:vAlign w:val="bottom"/>
          </w:tcPr>
          <w:p w:rsidR="0015565B" w:rsidRPr="00DF25B3" w:rsidRDefault="00AB6FA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ΣΤ</w:t>
            </w:r>
          </w:p>
        </w:tc>
        <w:tc>
          <w:tcPr>
            <w:tcW w:w="1258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781BFE">
        <w:trPr>
          <w:trHeight w:val="315"/>
          <w:jc w:val="center"/>
        </w:trPr>
        <w:tc>
          <w:tcPr>
            <w:tcW w:w="5382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854CCD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AB6F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854CCD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ΣΤ3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AB6FAB" w:rsidRPr="00AB6FAB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854CCD" w:rsidRPr="00854CCD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Ο2.Ε74 </w:t>
            </w:r>
            <w:bookmarkStart w:id="0" w:name="_GoBack"/>
            <w:bookmarkEnd w:id="0"/>
            <w:r w:rsidR="00854CCD" w:rsidRPr="00854CCD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>Μπαταρία Τύπου 03</w:t>
            </w:r>
          </w:p>
        </w:tc>
        <w:tc>
          <w:tcPr>
            <w:tcW w:w="1258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781BFE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669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258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854CCD" w:rsidRPr="00DF25B3" w:rsidTr="00781BFE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CCD" w:rsidRPr="00DF25B3" w:rsidRDefault="00854CCD" w:rsidP="00854CC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ΜΠΑΤΑΡΙΑ ΓΙΑ UPS</w:t>
            </w:r>
          </w:p>
        </w:tc>
        <w:tc>
          <w:tcPr>
            <w:tcW w:w="1258" w:type="dxa"/>
          </w:tcPr>
          <w:p w:rsidR="00854CCD" w:rsidRPr="00DF25B3" w:rsidRDefault="00854CCD" w:rsidP="00854C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54CCD" w:rsidRPr="00DF25B3" w:rsidTr="00781BFE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CCD" w:rsidRPr="00DF25B3" w:rsidRDefault="00854CCD" w:rsidP="00854CC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Τάση μπαταρίας : 12V</w:t>
            </w:r>
          </w:p>
        </w:tc>
        <w:tc>
          <w:tcPr>
            <w:tcW w:w="1258" w:type="dxa"/>
          </w:tcPr>
          <w:p w:rsidR="00854CCD" w:rsidRDefault="00854CCD" w:rsidP="00854CCD">
            <w:r w:rsidRPr="00BA046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54CCD" w:rsidRPr="00DF25B3" w:rsidTr="00781BFE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CCD" w:rsidRPr="00DF25B3" w:rsidRDefault="00854CCD" w:rsidP="00854CC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Χωρητικότητα μπαταρίας : 7Ah</w:t>
            </w:r>
          </w:p>
        </w:tc>
        <w:tc>
          <w:tcPr>
            <w:tcW w:w="1258" w:type="dxa"/>
          </w:tcPr>
          <w:p w:rsidR="00854CCD" w:rsidRDefault="00854CCD" w:rsidP="00854CCD">
            <w:r w:rsidRPr="00BA046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854CCD" w:rsidRPr="00DF25B3" w:rsidTr="00781BFE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4CCD" w:rsidRPr="00DF25B3" w:rsidRDefault="00854CCD" w:rsidP="00854CCD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Διαστάσεις : 151mmX65mmX100mm (LXWXH)</w:t>
            </w:r>
          </w:p>
        </w:tc>
        <w:tc>
          <w:tcPr>
            <w:tcW w:w="1258" w:type="dxa"/>
          </w:tcPr>
          <w:p w:rsidR="00854CCD" w:rsidRDefault="00854CCD" w:rsidP="00854CCD">
            <w:r w:rsidRPr="00BA046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854CCD" w:rsidRPr="00DF25B3" w:rsidRDefault="00854CCD" w:rsidP="00854CCD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D3D71"/>
    <w:rsid w:val="00406FB0"/>
    <w:rsid w:val="00633A63"/>
    <w:rsid w:val="00781BFE"/>
    <w:rsid w:val="00854CCD"/>
    <w:rsid w:val="008D2989"/>
    <w:rsid w:val="00A40B4A"/>
    <w:rsid w:val="00AB6FAB"/>
    <w:rsid w:val="00EB2777"/>
    <w:rsid w:val="00F0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6295F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C5066D70</Template>
  <TotalTime>0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2025-09-10T08:57:00Z</dcterms:created>
  <dcterms:modified xsi:type="dcterms:W3CDTF">2025-09-10T08:57:00Z</dcterms:modified>
</cp:coreProperties>
</file>